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1C" w:rsidRDefault="0092501C" w:rsidP="0092501C">
      <w:r>
        <w:t>Felipe Marquez</w:t>
      </w:r>
    </w:p>
    <w:p w:rsidR="00E85AEB" w:rsidRDefault="0092501C">
      <w:r>
        <w:t xml:space="preserve">6-c Hum  </w:t>
      </w:r>
    </w:p>
    <w:p w:rsidR="0092501C" w:rsidRPr="008D110A" w:rsidRDefault="0092501C" w:rsidP="0092501C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8D110A">
        <w:rPr>
          <w:rFonts w:cstheme="minorHAnsi"/>
          <w:sz w:val="28"/>
          <w:szCs w:val="28"/>
        </w:rPr>
        <w:t xml:space="preserve">Name one group and define who is in it </w:t>
      </w:r>
    </w:p>
    <w:p w:rsidR="0092501C" w:rsidRPr="008D110A" w:rsidRDefault="0092501C" w:rsidP="0092501C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8D110A">
        <w:rPr>
          <w:rFonts w:cstheme="minorHAnsi"/>
          <w:sz w:val="28"/>
          <w:szCs w:val="28"/>
        </w:rPr>
        <w:t>What is a pat</w:t>
      </w:r>
      <w:r w:rsidRPr="008D110A">
        <w:rPr>
          <w:rFonts w:eastAsia="+mn-ea" w:cstheme="minorHAnsi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erfamilias</w:t>
      </w:r>
      <w:r w:rsidRPr="008D110A">
        <w:rPr>
          <w:rFonts w:eastAsia="+mn-ea" w:cstheme="minorHAnsi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what is his role in the family</w:t>
      </w:r>
    </w:p>
    <w:p w:rsidR="0092501C" w:rsidRPr="008D110A" w:rsidRDefault="0092501C" w:rsidP="0092501C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8D110A">
        <w:rPr>
          <w:rFonts w:eastAsia="+mn-ea" w:cstheme="minorHAnsi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Nam</w:t>
      </w:r>
      <w:r w:rsidR="008D110A" w:rsidRPr="008D110A">
        <w:rPr>
          <w:rFonts w:eastAsia="+mn-ea" w:cstheme="minorHAnsi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e one job of women in ancient Rome</w:t>
      </w:r>
    </w:p>
    <w:p w:rsidR="008D110A" w:rsidRPr="008D110A" w:rsidRDefault="008D110A" w:rsidP="0092501C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8D110A">
        <w:rPr>
          <w:rFonts w:eastAsia="+mj-ea" w:cstheme="minorHAnsi"/>
          <w:kern w:val="24"/>
          <w:sz w:val="28"/>
          <w:szCs w:val="28"/>
        </w:rPr>
        <w:t>What did the soldiers do in ancient Rome?</w:t>
      </w:r>
      <w:bookmarkStart w:id="0" w:name="_GoBack"/>
      <w:bookmarkEnd w:id="0"/>
    </w:p>
    <w:p w:rsidR="008D110A" w:rsidRPr="008D110A" w:rsidRDefault="008D110A" w:rsidP="0092501C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8D110A">
        <w:rPr>
          <w:rFonts w:eastAsia="+mj-ea" w:cstheme="minorHAnsi"/>
          <w:kern w:val="24"/>
          <w:sz w:val="28"/>
          <w:szCs w:val="28"/>
        </w:rPr>
        <w:t>What were Roman women not permitted to participate in?</w:t>
      </w:r>
    </w:p>
    <w:sectPr w:rsidR="008D110A" w:rsidRPr="008D1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86BF2"/>
    <w:multiLevelType w:val="hybridMultilevel"/>
    <w:tmpl w:val="E85CD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31333"/>
    <w:multiLevelType w:val="hybridMultilevel"/>
    <w:tmpl w:val="9CF88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E6B9E"/>
    <w:multiLevelType w:val="hybridMultilevel"/>
    <w:tmpl w:val="1DE2D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3E5C"/>
    <w:multiLevelType w:val="hybridMultilevel"/>
    <w:tmpl w:val="4350A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96088"/>
    <w:multiLevelType w:val="hybridMultilevel"/>
    <w:tmpl w:val="3774F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029B0"/>
    <w:multiLevelType w:val="hybridMultilevel"/>
    <w:tmpl w:val="1D906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01C"/>
    <w:rsid w:val="008D110A"/>
    <w:rsid w:val="0092501C"/>
    <w:rsid w:val="00E8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D8BFC-B7E5-4567-A719-7A4CF34C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5931E654.dotm</Template>
  <TotalTime>17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1</cp:revision>
  <dcterms:created xsi:type="dcterms:W3CDTF">2012-05-18T13:42:00Z</dcterms:created>
  <dcterms:modified xsi:type="dcterms:W3CDTF">2012-05-18T13:59:00Z</dcterms:modified>
</cp:coreProperties>
</file>